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8C5" w:rsidRDefault="009253D3">
      <w:pPr>
        <w:rPr>
          <w:sz w:val="28"/>
          <w:szCs w:val="28"/>
        </w:rPr>
      </w:pPr>
      <w:r>
        <w:rPr>
          <w:sz w:val="28"/>
          <w:szCs w:val="28"/>
        </w:rPr>
        <w:t>NAME__________________________</w:t>
      </w:r>
    </w:p>
    <w:p w:rsidR="009253D3" w:rsidRDefault="009253D3">
      <w:pPr>
        <w:rPr>
          <w:sz w:val="28"/>
          <w:szCs w:val="28"/>
        </w:rPr>
      </w:pPr>
    </w:p>
    <w:p w:rsidR="009253D3" w:rsidRDefault="009253D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WATER TASTING – NOTE SHEET</w:t>
      </w:r>
    </w:p>
    <w:p w:rsidR="009253D3" w:rsidRDefault="009253D3">
      <w:pPr>
        <w:rPr>
          <w:sz w:val="28"/>
          <w:szCs w:val="28"/>
        </w:rPr>
      </w:pPr>
      <w:r>
        <w:rPr>
          <w:sz w:val="28"/>
          <w:szCs w:val="28"/>
        </w:rPr>
        <w:t xml:space="preserve">You are about to taste 3 waters which you will be asked to rank, 1 being the best, 3 the one you liked least. As you taste </w:t>
      </w:r>
      <w:proofErr w:type="gramStart"/>
      <w:r>
        <w:rPr>
          <w:sz w:val="28"/>
          <w:szCs w:val="28"/>
        </w:rPr>
        <w:t>each water</w:t>
      </w:r>
      <w:proofErr w:type="gramEnd"/>
      <w:r>
        <w:rPr>
          <w:sz w:val="28"/>
          <w:szCs w:val="28"/>
        </w:rPr>
        <w:t xml:space="preserve"> write a detailed description of it. How does the water look, smell, feel in your mouth? How does it taste (you might detect traces of chlorine, minerals/dirt, plastic, metal etc.)</w:t>
      </w:r>
    </w:p>
    <w:p w:rsidR="009253D3" w:rsidRDefault="009253D3" w:rsidP="009253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53D3" w:rsidRDefault="009253D3" w:rsidP="009253D3">
      <w:pPr>
        <w:pStyle w:val="ListParagraph"/>
        <w:rPr>
          <w:sz w:val="28"/>
          <w:szCs w:val="28"/>
        </w:rPr>
      </w:pPr>
    </w:p>
    <w:p w:rsidR="009253D3" w:rsidRDefault="009253D3" w:rsidP="009253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53D3" w:rsidRPr="009253D3" w:rsidRDefault="009253D3" w:rsidP="009253D3">
      <w:pPr>
        <w:pStyle w:val="ListParagraph"/>
        <w:rPr>
          <w:sz w:val="28"/>
          <w:szCs w:val="28"/>
        </w:rPr>
      </w:pPr>
    </w:p>
    <w:p w:rsidR="009253D3" w:rsidRPr="009253D3" w:rsidRDefault="009253D3" w:rsidP="009253D3">
      <w:pPr>
        <w:pStyle w:val="ListParagraph"/>
        <w:rPr>
          <w:sz w:val="28"/>
          <w:szCs w:val="28"/>
        </w:rPr>
      </w:pPr>
      <w:bookmarkStart w:id="0" w:name="_GoBack"/>
      <w:bookmarkEnd w:id="0"/>
    </w:p>
    <w:p w:rsidR="009253D3" w:rsidRPr="009253D3" w:rsidRDefault="009253D3" w:rsidP="009253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53D3" w:rsidRPr="009253D3" w:rsidRDefault="009253D3" w:rsidP="009253D3">
      <w:pPr>
        <w:pStyle w:val="ListParagraph"/>
        <w:rPr>
          <w:sz w:val="28"/>
          <w:szCs w:val="28"/>
        </w:rPr>
      </w:pPr>
    </w:p>
    <w:sectPr w:rsidR="009253D3" w:rsidRPr="00925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F0BFD"/>
    <w:multiLevelType w:val="hybridMultilevel"/>
    <w:tmpl w:val="AC8AD9F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3D3"/>
    <w:rsid w:val="007848C5"/>
    <w:rsid w:val="0092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3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91F215C8.dotm</Template>
  <TotalTime>7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Lakeland CSD</dc:creator>
  <cp:keywords/>
  <dc:description/>
  <cp:lastModifiedBy>Lakeland CSD</cp:lastModifiedBy>
  <cp:revision>1</cp:revision>
  <dcterms:created xsi:type="dcterms:W3CDTF">2012-03-12T12:10:00Z</dcterms:created>
  <dcterms:modified xsi:type="dcterms:W3CDTF">2012-03-12T12:17:00Z</dcterms:modified>
</cp:coreProperties>
</file>